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522" w:rsidRPr="004D0982" w:rsidRDefault="00F67522" w:rsidP="007F5B31">
      <w:pPr>
        <w:autoSpaceDE w:val="0"/>
        <w:autoSpaceDN w:val="0"/>
        <w:adjustRightInd w:val="0"/>
        <w:jc w:val="both"/>
        <w:rPr>
          <w:b/>
          <w:bCs/>
          <w:szCs w:val="20"/>
        </w:rPr>
      </w:pPr>
    </w:p>
    <w:p w:rsidR="007F5B31" w:rsidRDefault="007F5B31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 xml:space="preserve">Oprava chodníku v </w:t>
      </w:r>
      <w:r w:rsidRPr="004D0982">
        <w:rPr>
          <w:b/>
          <w:bCs/>
          <w:szCs w:val="20"/>
          <w:u w:val="single"/>
        </w:rPr>
        <w:t xml:space="preserve">ulici </w:t>
      </w:r>
      <w:r w:rsidR="00956B3C">
        <w:rPr>
          <w:b/>
          <w:bCs/>
          <w:szCs w:val="20"/>
          <w:u w:val="single"/>
        </w:rPr>
        <w:t>Rybářská</w:t>
      </w:r>
    </w:p>
    <w:p w:rsidR="00AF426C" w:rsidRDefault="00AF426C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956B3C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  <w:bookmarkStart w:id="0" w:name="_GoBack"/>
      <w:r w:rsidRPr="00956B3C">
        <w:rPr>
          <w:b/>
          <w:bCs/>
          <w:noProof/>
          <w:szCs w:val="20"/>
          <w:u w:val="single"/>
        </w:rPr>
        <w:drawing>
          <wp:inline distT="0" distB="0" distL="0" distR="0">
            <wp:extent cx="9207500" cy="2924175"/>
            <wp:effectExtent l="0" t="0" r="0" b="9525"/>
            <wp:docPr id="1" name="Obrázek 1" descr="d:\Users\leos.cahel\Documents\Pracovní\Výstřiž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leos.cahel\Documents\Pracovní\Výstřižek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5965" cy="2926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55894" w:rsidSect="00780E32">
      <w:footerReference w:type="default" r:id="rId8"/>
      <w:headerReference w:type="first" r:id="rId9"/>
      <w:pgSz w:w="16838" w:h="11906" w:orient="landscape" w:code="9"/>
      <w:pgMar w:top="426" w:right="1079" w:bottom="284" w:left="125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6B3C" w:rsidRDefault="00956B3C">
      <w:r>
        <w:separator/>
      </w:r>
    </w:p>
  </w:endnote>
  <w:endnote w:type="continuationSeparator" w:id="0">
    <w:p w:rsidR="00956B3C" w:rsidRDefault="00956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B3C" w:rsidRDefault="00956B3C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B24A30">
      <w:rPr>
        <w:rFonts w:cs="Arial"/>
        <w:noProof/>
        <w:sz w:val="16"/>
        <w:szCs w:val="16"/>
      </w:rPr>
      <w:t>4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B24A30">
      <w:rPr>
        <w:rFonts w:cs="Arial"/>
        <w:noProof/>
        <w:sz w:val="16"/>
        <w:szCs w:val="16"/>
      </w:rPr>
      <w:t>4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6B3C" w:rsidRDefault="00956B3C">
      <w:r>
        <w:separator/>
      </w:r>
    </w:p>
  </w:footnote>
  <w:footnote w:type="continuationSeparator" w:id="0">
    <w:p w:rsidR="00956B3C" w:rsidRDefault="00956B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B3C" w:rsidRDefault="00956B3C" w:rsidP="006C46F1">
    <w:pPr>
      <w:pStyle w:val="Zhlav"/>
      <w:tabs>
        <w:tab w:val="left" w:pos="2580"/>
        <w:tab w:val="left" w:pos="2985"/>
      </w:tabs>
      <w:spacing w:after="120" w:line="276" w:lineRule="auto"/>
      <w:rPr>
        <w:b/>
        <w:bCs/>
        <w:sz w:val="28"/>
        <w:szCs w:val="28"/>
      </w:rPr>
    </w:pPr>
    <w:r w:rsidRPr="00385EEF">
      <w:rPr>
        <w:b/>
        <w:bCs/>
        <w:sz w:val="28"/>
        <w:szCs w:val="28"/>
      </w:rPr>
      <w:t>Grafické zn</w:t>
    </w:r>
    <w:r>
      <w:rPr>
        <w:b/>
        <w:bCs/>
        <w:sz w:val="28"/>
        <w:szCs w:val="28"/>
      </w:rPr>
      <w:t>ázornění situace-  příloha č. 3</w:t>
    </w:r>
  </w:p>
  <w:p w:rsidR="00956B3C" w:rsidRPr="00AF426C" w:rsidRDefault="00956B3C" w:rsidP="006C46F1">
    <w:pPr>
      <w:pStyle w:val="Zhlav"/>
      <w:tabs>
        <w:tab w:val="left" w:pos="2580"/>
        <w:tab w:val="left" w:pos="2985"/>
      </w:tabs>
      <w:spacing w:after="120" w:line="276" w:lineRule="auto"/>
      <w:rPr>
        <w:b/>
        <w:caps/>
        <w:sz w:val="24"/>
      </w:rPr>
    </w:pPr>
    <w:r w:rsidRPr="00385EEF">
      <w:rPr>
        <w:b/>
        <w:caps/>
        <w:sz w:val="24"/>
      </w:rPr>
      <w:t xml:space="preserve">Veřejná zakázka: Oprava </w:t>
    </w:r>
    <w:r>
      <w:rPr>
        <w:b/>
        <w:caps/>
        <w:sz w:val="24"/>
      </w:rPr>
      <w:t xml:space="preserve">chodníků </w:t>
    </w:r>
    <w:r w:rsidRPr="00385EEF">
      <w:rPr>
        <w:b/>
        <w:caps/>
        <w:sz w:val="24"/>
      </w:rPr>
      <w:t>města Uherský Brod</w:t>
    </w:r>
    <w:r>
      <w:rPr>
        <w:b/>
        <w:caps/>
        <w:sz w:val="24"/>
      </w:rPr>
      <w:t xml:space="preserve"> V ROCE 2025</w:t>
    </w:r>
  </w:p>
  <w:p w:rsidR="00956B3C" w:rsidRPr="001A5F3D" w:rsidRDefault="00956B3C" w:rsidP="001A5F3D">
    <w:pPr>
      <w:pStyle w:val="Zhlav"/>
      <w:pBdr>
        <w:bottom w:val="single" w:sz="4" w:space="1" w:color="A5A5A5"/>
      </w:pBdr>
      <w:tabs>
        <w:tab w:val="left" w:pos="2580"/>
        <w:tab w:val="left" w:pos="2985"/>
      </w:tabs>
      <w:spacing w:after="120" w:line="276" w:lineRule="auto"/>
      <w:rPr>
        <w:color w:val="7F7F7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9B4F30"/>
    <w:multiLevelType w:val="hybridMultilevel"/>
    <w:tmpl w:val="E49CBD32"/>
    <w:lvl w:ilvl="0" w:tplc="B77CA4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F21041"/>
    <w:multiLevelType w:val="hybridMultilevel"/>
    <w:tmpl w:val="A2E6B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9C54A6E"/>
    <w:multiLevelType w:val="hybridMultilevel"/>
    <w:tmpl w:val="1E9A5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2753AD"/>
    <w:multiLevelType w:val="hybridMultilevel"/>
    <w:tmpl w:val="1076C1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F45A7C"/>
    <w:multiLevelType w:val="hybridMultilevel"/>
    <w:tmpl w:val="2C006BF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6"/>
  </w:num>
  <w:num w:numId="4">
    <w:abstractNumId w:val="19"/>
  </w:num>
  <w:num w:numId="5">
    <w:abstractNumId w:val="0"/>
  </w:num>
  <w:num w:numId="6">
    <w:abstractNumId w:val="15"/>
  </w:num>
  <w:num w:numId="7">
    <w:abstractNumId w:val="6"/>
  </w:num>
  <w:num w:numId="8">
    <w:abstractNumId w:val="24"/>
  </w:num>
  <w:num w:numId="9">
    <w:abstractNumId w:val="17"/>
  </w:num>
  <w:num w:numId="10">
    <w:abstractNumId w:val="4"/>
  </w:num>
  <w:num w:numId="11">
    <w:abstractNumId w:val="12"/>
  </w:num>
  <w:num w:numId="12">
    <w:abstractNumId w:val="22"/>
  </w:num>
  <w:num w:numId="13">
    <w:abstractNumId w:val="21"/>
  </w:num>
  <w:num w:numId="14">
    <w:abstractNumId w:val="23"/>
  </w:num>
  <w:num w:numId="15">
    <w:abstractNumId w:val="18"/>
  </w:num>
  <w:num w:numId="16">
    <w:abstractNumId w:val="14"/>
  </w:num>
  <w:num w:numId="17">
    <w:abstractNumId w:val="10"/>
  </w:num>
  <w:num w:numId="18">
    <w:abstractNumId w:val="9"/>
  </w:num>
  <w:num w:numId="19">
    <w:abstractNumId w:val="1"/>
  </w:num>
  <w:num w:numId="20">
    <w:abstractNumId w:val="8"/>
  </w:num>
  <w:num w:numId="21">
    <w:abstractNumId w:val="20"/>
  </w:num>
  <w:num w:numId="22">
    <w:abstractNumId w:val="11"/>
  </w:num>
  <w:num w:numId="23">
    <w:abstractNumId w:val="5"/>
  </w:num>
  <w:num w:numId="24">
    <w:abstractNumId w:val="2"/>
  </w:num>
  <w:num w:numId="25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AB"/>
    <w:rsid w:val="0001051D"/>
    <w:rsid w:val="0001152E"/>
    <w:rsid w:val="00012046"/>
    <w:rsid w:val="00012F14"/>
    <w:rsid w:val="00014A04"/>
    <w:rsid w:val="00014ACB"/>
    <w:rsid w:val="00020A0D"/>
    <w:rsid w:val="0002749A"/>
    <w:rsid w:val="0003498B"/>
    <w:rsid w:val="00044CDA"/>
    <w:rsid w:val="00045F2C"/>
    <w:rsid w:val="000466A9"/>
    <w:rsid w:val="00055C30"/>
    <w:rsid w:val="00055C4D"/>
    <w:rsid w:val="00056CED"/>
    <w:rsid w:val="00056F12"/>
    <w:rsid w:val="00057B97"/>
    <w:rsid w:val="00060A10"/>
    <w:rsid w:val="0006639B"/>
    <w:rsid w:val="00067A69"/>
    <w:rsid w:val="00083FF2"/>
    <w:rsid w:val="00084314"/>
    <w:rsid w:val="000924F2"/>
    <w:rsid w:val="000A2AF3"/>
    <w:rsid w:val="000A754F"/>
    <w:rsid w:val="000B094D"/>
    <w:rsid w:val="000B1AC4"/>
    <w:rsid w:val="000B3133"/>
    <w:rsid w:val="000C2E90"/>
    <w:rsid w:val="000C5F52"/>
    <w:rsid w:val="000C6A1C"/>
    <w:rsid w:val="000D1112"/>
    <w:rsid w:val="000D1D6F"/>
    <w:rsid w:val="000D7033"/>
    <w:rsid w:val="000D7E0A"/>
    <w:rsid w:val="000E308B"/>
    <w:rsid w:val="000E4D02"/>
    <w:rsid w:val="000E7543"/>
    <w:rsid w:val="000F04AD"/>
    <w:rsid w:val="000F3264"/>
    <w:rsid w:val="000F64F0"/>
    <w:rsid w:val="00102600"/>
    <w:rsid w:val="001037F0"/>
    <w:rsid w:val="00103E7C"/>
    <w:rsid w:val="00107B06"/>
    <w:rsid w:val="00107CF9"/>
    <w:rsid w:val="0011016B"/>
    <w:rsid w:val="001217B3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3AD7"/>
    <w:rsid w:val="00154994"/>
    <w:rsid w:val="0015751E"/>
    <w:rsid w:val="00162DCD"/>
    <w:rsid w:val="00164501"/>
    <w:rsid w:val="0017208E"/>
    <w:rsid w:val="00176171"/>
    <w:rsid w:val="0018069C"/>
    <w:rsid w:val="0018384E"/>
    <w:rsid w:val="001857C4"/>
    <w:rsid w:val="0019648B"/>
    <w:rsid w:val="00196E68"/>
    <w:rsid w:val="001A5F3D"/>
    <w:rsid w:val="001B062E"/>
    <w:rsid w:val="001B10F2"/>
    <w:rsid w:val="001B6367"/>
    <w:rsid w:val="001B7035"/>
    <w:rsid w:val="001B7422"/>
    <w:rsid w:val="001C7227"/>
    <w:rsid w:val="001D6BAB"/>
    <w:rsid w:val="001D73BA"/>
    <w:rsid w:val="001E25F9"/>
    <w:rsid w:val="001E2717"/>
    <w:rsid w:val="001F4BE7"/>
    <w:rsid w:val="001F5414"/>
    <w:rsid w:val="001F6459"/>
    <w:rsid w:val="001F6528"/>
    <w:rsid w:val="002000F5"/>
    <w:rsid w:val="002029E6"/>
    <w:rsid w:val="002038A9"/>
    <w:rsid w:val="00220070"/>
    <w:rsid w:val="00220D6B"/>
    <w:rsid w:val="00221266"/>
    <w:rsid w:val="0022307E"/>
    <w:rsid w:val="00223C88"/>
    <w:rsid w:val="0022565F"/>
    <w:rsid w:val="002256F1"/>
    <w:rsid w:val="002319A1"/>
    <w:rsid w:val="00232311"/>
    <w:rsid w:val="00234578"/>
    <w:rsid w:val="00237476"/>
    <w:rsid w:val="00241700"/>
    <w:rsid w:val="00242E57"/>
    <w:rsid w:val="00252035"/>
    <w:rsid w:val="00265675"/>
    <w:rsid w:val="00265BBF"/>
    <w:rsid w:val="00266E73"/>
    <w:rsid w:val="00273C50"/>
    <w:rsid w:val="00276DEB"/>
    <w:rsid w:val="00287A6B"/>
    <w:rsid w:val="00292B19"/>
    <w:rsid w:val="00294D44"/>
    <w:rsid w:val="002969B0"/>
    <w:rsid w:val="002A19FB"/>
    <w:rsid w:val="002A3AA4"/>
    <w:rsid w:val="002A445C"/>
    <w:rsid w:val="002A47C0"/>
    <w:rsid w:val="002A55C8"/>
    <w:rsid w:val="002B2255"/>
    <w:rsid w:val="002B42DB"/>
    <w:rsid w:val="002B5AF7"/>
    <w:rsid w:val="002C4A48"/>
    <w:rsid w:val="002F081A"/>
    <w:rsid w:val="002F4269"/>
    <w:rsid w:val="002F4893"/>
    <w:rsid w:val="002F55D7"/>
    <w:rsid w:val="002F6D90"/>
    <w:rsid w:val="002F7695"/>
    <w:rsid w:val="00305C9A"/>
    <w:rsid w:val="00306309"/>
    <w:rsid w:val="003131E0"/>
    <w:rsid w:val="0031345F"/>
    <w:rsid w:val="003135DA"/>
    <w:rsid w:val="003150E9"/>
    <w:rsid w:val="003170D9"/>
    <w:rsid w:val="00317D62"/>
    <w:rsid w:val="00322D94"/>
    <w:rsid w:val="003248B8"/>
    <w:rsid w:val="003256B2"/>
    <w:rsid w:val="00332721"/>
    <w:rsid w:val="00334024"/>
    <w:rsid w:val="00334818"/>
    <w:rsid w:val="0033513C"/>
    <w:rsid w:val="00343676"/>
    <w:rsid w:val="003455E7"/>
    <w:rsid w:val="00345676"/>
    <w:rsid w:val="003460DA"/>
    <w:rsid w:val="003467EC"/>
    <w:rsid w:val="003539AA"/>
    <w:rsid w:val="00353D05"/>
    <w:rsid w:val="00360AA9"/>
    <w:rsid w:val="00364872"/>
    <w:rsid w:val="00366B90"/>
    <w:rsid w:val="00366BEC"/>
    <w:rsid w:val="00372DAA"/>
    <w:rsid w:val="0037321B"/>
    <w:rsid w:val="00377F55"/>
    <w:rsid w:val="00385EEF"/>
    <w:rsid w:val="00391E9B"/>
    <w:rsid w:val="00393B4F"/>
    <w:rsid w:val="003A0D3E"/>
    <w:rsid w:val="003A15F6"/>
    <w:rsid w:val="003A4169"/>
    <w:rsid w:val="003A45DC"/>
    <w:rsid w:val="003A5790"/>
    <w:rsid w:val="003A591F"/>
    <w:rsid w:val="003B135B"/>
    <w:rsid w:val="003B7AC0"/>
    <w:rsid w:val="003C22A6"/>
    <w:rsid w:val="003C4539"/>
    <w:rsid w:val="003C48B1"/>
    <w:rsid w:val="003D43F2"/>
    <w:rsid w:val="003D63F7"/>
    <w:rsid w:val="003D7010"/>
    <w:rsid w:val="003E77BD"/>
    <w:rsid w:val="003F00E5"/>
    <w:rsid w:val="003F0394"/>
    <w:rsid w:val="003F137F"/>
    <w:rsid w:val="003F4129"/>
    <w:rsid w:val="0040127B"/>
    <w:rsid w:val="00403658"/>
    <w:rsid w:val="004036DD"/>
    <w:rsid w:val="00403ABD"/>
    <w:rsid w:val="004065E0"/>
    <w:rsid w:val="00407246"/>
    <w:rsid w:val="004148A3"/>
    <w:rsid w:val="00426D7D"/>
    <w:rsid w:val="00427A55"/>
    <w:rsid w:val="00431684"/>
    <w:rsid w:val="00433982"/>
    <w:rsid w:val="00435ACB"/>
    <w:rsid w:val="0044093E"/>
    <w:rsid w:val="00451F4D"/>
    <w:rsid w:val="004548D9"/>
    <w:rsid w:val="00456C57"/>
    <w:rsid w:val="00457411"/>
    <w:rsid w:val="0047080B"/>
    <w:rsid w:val="0047521D"/>
    <w:rsid w:val="00477369"/>
    <w:rsid w:val="00483CEC"/>
    <w:rsid w:val="00491775"/>
    <w:rsid w:val="00492C08"/>
    <w:rsid w:val="0049477B"/>
    <w:rsid w:val="004A1B34"/>
    <w:rsid w:val="004A1EA9"/>
    <w:rsid w:val="004A41F8"/>
    <w:rsid w:val="004A55DF"/>
    <w:rsid w:val="004A631A"/>
    <w:rsid w:val="004A75DE"/>
    <w:rsid w:val="004B081B"/>
    <w:rsid w:val="004B082C"/>
    <w:rsid w:val="004B0EC4"/>
    <w:rsid w:val="004B1C10"/>
    <w:rsid w:val="004B1CDB"/>
    <w:rsid w:val="004B3F92"/>
    <w:rsid w:val="004C0C3A"/>
    <w:rsid w:val="004C15CB"/>
    <w:rsid w:val="004C2A9E"/>
    <w:rsid w:val="004C51D0"/>
    <w:rsid w:val="004D7ED3"/>
    <w:rsid w:val="004E4A63"/>
    <w:rsid w:val="004E5E2B"/>
    <w:rsid w:val="004E6DC6"/>
    <w:rsid w:val="004F246A"/>
    <w:rsid w:val="004F75FC"/>
    <w:rsid w:val="0050230A"/>
    <w:rsid w:val="00506C88"/>
    <w:rsid w:val="005212E5"/>
    <w:rsid w:val="0052199F"/>
    <w:rsid w:val="00522517"/>
    <w:rsid w:val="005226CC"/>
    <w:rsid w:val="0052437E"/>
    <w:rsid w:val="00527FA6"/>
    <w:rsid w:val="00530F6B"/>
    <w:rsid w:val="00533DA1"/>
    <w:rsid w:val="00540558"/>
    <w:rsid w:val="00540ABA"/>
    <w:rsid w:val="0054182A"/>
    <w:rsid w:val="005438B5"/>
    <w:rsid w:val="005511E5"/>
    <w:rsid w:val="00552320"/>
    <w:rsid w:val="00557E76"/>
    <w:rsid w:val="00562457"/>
    <w:rsid w:val="00572899"/>
    <w:rsid w:val="00581B1F"/>
    <w:rsid w:val="005824F4"/>
    <w:rsid w:val="005877B2"/>
    <w:rsid w:val="00587A29"/>
    <w:rsid w:val="00592E79"/>
    <w:rsid w:val="00592F21"/>
    <w:rsid w:val="00592F9D"/>
    <w:rsid w:val="00593411"/>
    <w:rsid w:val="005946DF"/>
    <w:rsid w:val="00597DD2"/>
    <w:rsid w:val="005A1A75"/>
    <w:rsid w:val="005B419C"/>
    <w:rsid w:val="005B615C"/>
    <w:rsid w:val="005C00BE"/>
    <w:rsid w:val="005C1810"/>
    <w:rsid w:val="005C183A"/>
    <w:rsid w:val="005C308B"/>
    <w:rsid w:val="005C5010"/>
    <w:rsid w:val="005C6EEE"/>
    <w:rsid w:val="005C76F8"/>
    <w:rsid w:val="005D1068"/>
    <w:rsid w:val="005D23B7"/>
    <w:rsid w:val="005D4390"/>
    <w:rsid w:val="005D76B4"/>
    <w:rsid w:val="005E4554"/>
    <w:rsid w:val="005E6B6E"/>
    <w:rsid w:val="005F4F6E"/>
    <w:rsid w:val="005F7D0E"/>
    <w:rsid w:val="006009D0"/>
    <w:rsid w:val="006010E9"/>
    <w:rsid w:val="00612D22"/>
    <w:rsid w:val="00616971"/>
    <w:rsid w:val="006207DA"/>
    <w:rsid w:val="006228C8"/>
    <w:rsid w:val="0062730E"/>
    <w:rsid w:val="00631E7A"/>
    <w:rsid w:val="00632EAF"/>
    <w:rsid w:val="00635D98"/>
    <w:rsid w:val="00642AB0"/>
    <w:rsid w:val="006456C5"/>
    <w:rsid w:val="0064607E"/>
    <w:rsid w:val="00646279"/>
    <w:rsid w:val="00651C84"/>
    <w:rsid w:val="00654627"/>
    <w:rsid w:val="00654D4A"/>
    <w:rsid w:val="00657447"/>
    <w:rsid w:val="00664E44"/>
    <w:rsid w:val="00671EDD"/>
    <w:rsid w:val="00673FAD"/>
    <w:rsid w:val="00676385"/>
    <w:rsid w:val="00680B5D"/>
    <w:rsid w:val="00683EA3"/>
    <w:rsid w:val="006844F7"/>
    <w:rsid w:val="006860B0"/>
    <w:rsid w:val="00686BB9"/>
    <w:rsid w:val="00694B54"/>
    <w:rsid w:val="006A6D11"/>
    <w:rsid w:val="006B0EC5"/>
    <w:rsid w:val="006B5E23"/>
    <w:rsid w:val="006C06AD"/>
    <w:rsid w:val="006C11B6"/>
    <w:rsid w:val="006C33ED"/>
    <w:rsid w:val="006C46F1"/>
    <w:rsid w:val="006C75D8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15CD2"/>
    <w:rsid w:val="00716454"/>
    <w:rsid w:val="00723333"/>
    <w:rsid w:val="00723D03"/>
    <w:rsid w:val="007245B9"/>
    <w:rsid w:val="007245DF"/>
    <w:rsid w:val="00731A9E"/>
    <w:rsid w:val="007362EA"/>
    <w:rsid w:val="00736540"/>
    <w:rsid w:val="00745817"/>
    <w:rsid w:val="0074708B"/>
    <w:rsid w:val="00751D9B"/>
    <w:rsid w:val="00760FA4"/>
    <w:rsid w:val="00761533"/>
    <w:rsid w:val="00762994"/>
    <w:rsid w:val="0076766D"/>
    <w:rsid w:val="00767FDB"/>
    <w:rsid w:val="00774F70"/>
    <w:rsid w:val="00776FDA"/>
    <w:rsid w:val="00780E32"/>
    <w:rsid w:val="00785151"/>
    <w:rsid w:val="007868CF"/>
    <w:rsid w:val="00790671"/>
    <w:rsid w:val="007941FE"/>
    <w:rsid w:val="00796158"/>
    <w:rsid w:val="007971A1"/>
    <w:rsid w:val="007A5F4B"/>
    <w:rsid w:val="007A7EFD"/>
    <w:rsid w:val="007B0B0A"/>
    <w:rsid w:val="007B64FC"/>
    <w:rsid w:val="007B7177"/>
    <w:rsid w:val="007C087E"/>
    <w:rsid w:val="007C7AD8"/>
    <w:rsid w:val="007D04BA"/>
    <w:rsid w:val="007D4A60"/>
    <w:rsid w:val="007D655D"/>
    <w:rsid w:val="007F017C"/>
    <w:rsid w:val="007F5B31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565C6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4BDC"/>
    <w:rsid w:val="008979F0"/>
    <w:rsid w:val="008B002D"/>
    <w:rsid w:val="008B2682"/>
    <w:rsid w:val="008B5A4E"/>
    <w:rsid w:val="008B5DFD"/>
    <w:rsid w:val="008C3321"/>
    <w:rsid w:val="008D3276"/>
    <w:rsid w:val="008D4AD9"/>
    <w:rsid w:val="008D5219"/>
    <w:rsid w:val="008D78F4"/>
    <w:rsid w:val="008E06C8"/>
    <w:rsid w:val="008E490C"/>
    <w:rsid w:val="008E536C"/>
    <w:rsid w:val="008F0201"/>
    <w:rsid w:val="008F1714"/>
    <w:rsid w:val="008F3BCE"/>
    <w:rsid w:val="008F487C"/>
    <w:rsid w:val="008F6722"/>
    <w:rsid w:val="009131B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5363"/>
    <w:rsid w:val="00956B3C"/>
    <w:rsid w:val="00963450"/>
    <w:rsid w:val="00965614"/>
    <w:rsid w:val="00967FAF"/>
    <w:rsid w:val="00977676"/>
    <w:rsid w:val="00980C3E"/>
    <w:rsid w:val="009821DD"/>
    <w:rsid w:val="00984526"/>
    <w:rsid w:val="00986475"/>
    <w:rsid w:val="00993141"/>
    <w:rsid w:val="00997B9B"/>
    <w:rsid w:val="009A11D5"/>
    <w:rsid w:val="009A2070"/>
    <w:rsid w:val="009A347E"/>
    <w:rsid w:val="009B53E8"/>
    <w:rsid w:val="009C10D9"/>
    <w:rsid w:val="009C155D"/>
    <w:rsid w:val="009C1D8F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061A"/>
    <w:rsid w:val="009F2C79"/>
    <w:rsid w:val="00A000D3"/>
    <w:rsid w:val="00A01E4C"/>
    <w:rsid w:val="00A07809"/>
    <w:rsid w:val="00A15A1E"/>
    <w:rsid w:val="00A23152"/>
    <w:rsid w:val="00A2789C"/>
    <w:rsid w:val="00A345CF"/>
    <w:rsid w:val="00A354C3"/>
    <w:rsid w:val="00A400BF"/>
    <w:rsid w:val="00A40A2C"/>
    <w:rsid w:val="00A41A0F"/>
    <w:rsid w:val="00A42847"/>
    <w:rsid w:val="00A42C90"/>
    <w:rsid w:val="00A45E85"/>
    <w:rsid w:val="00A47AB0"/>
    <w:rsid w:val="00A50243"/>
    <w:rsid w:val="00A51BDB"/>
    <w:rsid w:val="00A53C50"/>
    <w:rsid w:val="00A57111"/>
    <w:rsid w:val="00A57EBD"/>
    <w:rsid w:val="00A61785"/>
    <w:rsid w:val="00A64171"/>
    <w:rsid w:val="00A65002"/>
    <w:rsid w:val="00A75531"/>
    <w:rsid w:val="00A767AA"/>
    <w:rsid w:val="00A771DF"/>
    <w:rsid w:val="00A80267"/>
    <w:rsid w:val="00A85C71"/>
    <w:rsid w:val="00A85CCE"/>
    <w:rsid w:val="00A906CD"/>
    <w:rsid w:val="00A9076D"/>
    <w:rsid w:val="00A92DC2"/>
    <w:rsid w:val="00A97166"/>
    <w:rsid w:val="00A9798A"/>
    <w:rsid w:val="00AA156D"/>
    <w:rsid w:val="00AB4BD4"/>
    <w:rsid w:val="00AB66BC"/>
    <w:rsid w:val="00AB6911"/>
    <w:rsid w:val="00AB6AF5"/>
    <w:rsid w:val="00AC06DF"/>
    <w:rsid w:val="00AC0845"/>
    <w:rsid w:val="00AC47EC"/>
    <w:rsid w:val="00AC5E7A"/>
    <w:rsid w:val="00AD3810"/>
    <w:rsid w:val="00AD44B5"/>
    <w:rsid w:val="00AD48C9"/>
    <w:rsid w:val="00AD548C"/>
    <w:rsid w:val="00AD7C10"/>
    <w:rsid w:val="00AD7FD1"/>
    <w:rsid w:val="00AE3F08"/>
    <w:rsid w:val="00AF426C"/>
    <w:rsid w:val="00AF49E7"/>
    <w:rsid w:val="00B01027"/>
    <w:rsid w:val="00B038D8"/>
    <w:rsid w:val="00B071DF"/>
    <w:rsid w:val="00B10745"/>
    <w:rsid w:val="00B112F9"/>
    <w:rsid w:val="00B13C91"/>
    <w:rsid w:val="00B20064"/>
    <w:rsid w:val="00B211AB"/>
    <w:rsid w:val="00B23CD7"/>
    <w:rsid w:val="00B24A30"/>
    <w:rsid w:val="00B323DC"/>
    <w:rsid w:val="00B36510"/>
    <w:rsid w:val="00B37BF2"/>
    <w:rsid w:val="00B43C3A"/>
    <w:rsid w:val="00B43DCF"/>
    <w:rsid w:val="00B45417"/>
    <w:rsid w:val="00B4591C"/>
    <w:rsid w:val="00B46805"/>
    <w:rsid w:val="00B471C5"/>
    <w:rsid w:val="00B51FA8"/>
    <w:rsid w:val="00B557BC"/>
    <w:rsid w:val="00B64823"/>
    <w:rsid w:val="00B648B7"/>
    <w:rsid w:val="00B64D46"/>
    <w:rsid w:val="00B671F1"/>
    <w:rsid w:val="00B96744"/>
    <w:rsid w:val="00B9732A"/>
    <w:rsid w:val="00BA6011"/>
    <w:rsid w:val="00BB3C3E"/>
    <w:rsid w:val="00BB68B2"/>
    <w:rsid w:val="00BB7FEA"/>
    <w:rsid w:val="00BC26BB"/>
    <w:rsid w:val="00BC2D37"/>
    <w:rsid w:val="00BC6CE0"/>
    <w:rsid w:val="00BC6DAA"/>
    <w:rsid w:val="00BC7611"/>
    <w:rsid w:val="00BD5349"/>
    <w:rsid w:val="00BD5C31"/>
    <w:rsid w:val="00BE009C"/>
    <w:rsid w:val="00BE4627"/>
    <w:rsid w:val="00BE5BA3"/>
    <w:rsid w:val="00BF101A"/>
    <w:rsid w:val="00BF28B4"/>
    <w:rsid w:val="00BF55B1"/>
    <w:rsid w:val="00BF5A6C"/>
    <w:rsid w:val="00C153C0"/>
    <w:rsid w:val="00C227C8"/>
    <w:rsid w:val="00C22A09"/>
    <w:rsid w:val="00C22D54"/>
    <w:rsid w:val="00C263C8"/>
    <w:rsid w:val="00C27EBA"/>
    <w:rsid w:val="00C30396"/>
    <w:rsid w:val="00C34C16"/>
    <w:rsid w:val="00C4267C"/>
    <w:rsid w:val="00C447E9"/>
    <w:rsid w:val="00C51E43"/>
    <w:rsid w:val="00C52FCC"/>
    <w:rsid w:val="00C5375D"/>
    <w:rsid w:val="00C552CF"/>
    <w:rsid w:val="00C55C2E"/>
    <w:rsid w:val="00C601F5"/>
    <w:rsid w:val="00C61588"/>
    <w:rsid w:val="00C61E6D"/>
    <w:rsid w:val="00C61FC6"/>
    <w:rsid w:val="00C632FD"/>
    <w:rsid w:val="00C65EEE"/>
    <w:rsid w:val="00C70663"/>
    <w:rsid w:val="00C70CE5"/>
    <w:rsid w:val="00C745ED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EC9"/>
    <w:rsid w:val="00CA74F5"/>
    <w:rsid w:val="00CB11ED"/>
    <w:rsid w:val="00CB401A"/>
    <w:rsid w:val="00CB4BA9"/>
    <w:rsid w:val="00CB582B"/>
    <w:rsid w:val="00CC4B8C"/>
    <w:rsid w:val="00CC5472"/>
    <w:rsid w:val="00CC778D"/>
    <w:rsid w:val="00CD320B"/>
    <w:rsid w:val="00CD6354"/>
    <w:rsid w:val="00CD706E"/>
    <w:rsid w:val="00CE000F"/>
    <w:rsid w:val="00CE05F7"/>
    <w:rsid w:val="00CF0326"/>
    <w:rsid w:val="00CF2FD1"/>
    <w:rsid w:val="00CF375E"/>
    <w:rsid w:val="00CF4091"/>
    <w:rsid w:val="00D05ECD"/>
    <w:rsid w:val="00D06198"/>
    <w:rsid w:val="00D103A2"/>
    <w:rsid w:val="00D15505"/>
    <w:rsid w:val="00D164FE"/>
    <w:rsid w:val="00D22624"/>
    <w:rsid w:val="00D25E99"/>
    <w:rsid w:val="00D30639"/>
    <w:rsid w:val="00D30F07"/>
    <w:rsid w:val="00D30F13"/>
    <w:rsid w:val="00D455B9"/>
    <w:rsid w:val="00D462C9"/>
    <w:rsid w:val="00D475B7"/>
    <w:rsid w:val="00D5274B"/>
    <w:rsid w:val="00D53A6B"/>
    <w:rsid w:val="00D57B00"/>
    <w:rsid w:val="00D65E76"/>
    <w:rsid w:val="00D66A8D"/>
    <w:rsid w:val="00D6725C"/>
    <w:rsid w:val="00D717F7"/>
    <w:rsid w:val="00D75FDF"/>
    <w:rsid w:val="00D76771"/>
    <w:rsid w:val="00D82BEB"/>
    <w:rsid w:val="00DA0B0E"/>
    <w:rsid w:val="00DA4935"/>
    <w:rsid w:val="00DA57F3"/>
    <w:rsid w:val="00DA5811"/>
    <w:rsid w:val="00DA5E1E"/>
    <w:rsid w:val="00DA736E"/>
    <w:rsid w:val="00DB19AC"/>
    <w:rsid w:val="00DB5F94"/>
    <w:rsid w:val="00DB689E"/>
    <w:rsid w:val="00DB745D"/>
    <w:rsid w:val="00DC1B90"/>
    <w:rsid w:val="00DC6ECD"/>
    <w:rsid w:val="00DD2BE4"/>
    <w:rsid w:val="00DD413D"/>
    <w:rsid w:val="00DD60EA"/>
    <w:rsid w:val="00DD7A8A"/>
    <w:rsid w:val="00DE5AA1"/>
    <w:rsid w:val="00DF194C"/>
    <w:rsid w:val="00DF2765"/>
    <w:rsid w:val="00DF3A2E"/>
    <w:rsid w:val="00DF4340"/>
    <w:rsid w:val="00E00157"/>
    <w:rsid w:val="00E00C35"/>
    <w:rsid w:val="00E023B1"/>
    <w:rsid w:val="00E0251E"/>
    <w:rsid w:val="00E07DE6"/>
    <w:rsid w:val="00E11253"/>
    <w:rsid w:val="00E13484"/>
    <w:rsid w:val="00E1671C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19D1"/>
    <w:rsid w:val="00E618BF"/>
    <w:rsid w:val="00E6461E"/>
    <w:rsid w:val="00E71E36"/>
    <w:rsid w:val="00E735DC"/>
    <w:rsid w:val="00E73FBD"/>
    <w:rsid w:val="00E77712"/>
    <w:rsid w:val="00E80BC0"/>
    <w:rsid w:val="00E81FF4"/>
    <w:rsid w:val="00E91BB8"/>
    <w:rsid w:val="00E93C44"/>
    <w:rsid w:val="00E94C30"/>
    <w:rsid w:val="00EB32BF"/>
    <w:rsid w:val="00EB399F"/>
    <w:rsid w:val="00EB3B8A"/>
    <w:rsid w:val="00EB4AC4"/>
    <w:rsid w:val="00EB753F"/>
    <w:rsid w:val="00EC00F9"/>
    <w:rsid w:val="00EC05CC"/>
    <w:rsid w:val="00EC0A46"/>
    <w:rsid w:val="00EC33F0"/>
    <w:rsid w:val="00ED461A"/>
    <w:rsid w:val="00ED5F74"/>
    <w:rsid w:val="00ED683B"/>
    <w:rsid w:val="00ED72CA"/>
    <w:rsid w:val="00EE1950"/>
    <w:rsid w:val="00EE38F0"/>
    <w:rsid w:val="00EE50A2"/>
    <w:rsid w:val="00EE62D2"/>
    <w:rsid w:val="00EF0711"/>
    <w:rsid w:val="00EF0961"/>
    <w:rsid w:val="00EF1760"/>
    <w:rsid w:val="00EF30FD"/>
    <w:rsid w:val="00EF3400"/>
    <w:rsid w:val="00EF3910"/>
    <w:rsid w:val="00EF4EEA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2100"/>
    <w:rsid w:val="00F25BD9"/>
    <w:rsid w:val="00F25DF1"/>
    <w:rsid w:val="00F2761D"/>
    <w:rsid w:val="00F3136B"/>
    <w:rsid w:val="00F32F31"/>
    <w:rsid w:val="00F53270"/>
    <w:rsid w:val="00F53F05"/>
    <w:rsid w:val="00F541CE"/>
    <w:rsid w:val="00F55894"/>
    <w:rsid w:val="00F57387"/>
    <w:rsid w:val="00F627B2"/>
    <w:rsid w:val="00F636F7"/>
    <w:rsid w:val="00F65030"/>
    <w:rsid w:val="00F651FE"/>
    <w:rsid w:val="00F67522"/>
    <w:rsid w:val="00F71F64"/>
    <w:rsid w:val="00F730F4"/>
    <w:rsid w:val="00F7427D"/>
    <w:rsid w:val="00F754A6"/>
    <w:rsid w:val="00F75B5F"/>
    <w:rsid w:val="00F80FC9"/>
    <w:rsid w:val="00F85F7B"/>
    <w:rsid w:val="00F900FC"/>
    <w:rsid w:val="00F90C43"/>
    <w:rsid w:val="00F94413"/>
    <w:rsid w:val="00F96A6E"/>
    <w:rsid w:val="00FA3CBA"/>
    <w:rsid w:val="00FB481B"/>
    <w:rsid w:val="00FB4E0E"/>
    <w:rsid w:val="00FB60D0"/>
    <w:rsid w:val="00FB73AF"/>
    <w:rsid w:val="00FC36A0"/>
    <w:rsid w:val="00FD075F"/>
    <w:rsid w:val="00FD093C"/>
    <w:rsid w:val="00FD3A5B"/>
    <w:rsid w:val="00FD3B32"/>
    <w:rsid w:val="00FE11AE"/>
    <w:rsid w:val="00FE1DA2"/>
    <w:rsid w:val="00FE4FF9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5:docId w15:val="{2CF19BD9-01A1-40AC-8C7E-2FB54CCFB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12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2159C9C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– technické kvalifikační předpoklady – příloha č. 3</vt:lpstr>
    </vt:vector>
  </TitlesOfParts>
  <Company>Město Uherský Brod</Company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– technické kvalifikační předpoklady – příloha č. 3</dc:title>
  <dc:subject>Veřejná zakázka: Oprava chodníků města Uherský Brod</dc:subject>
  <dc:creator>Kamil Válek</dc:creator>
  <cp:lastModifiedBy>TSUB - Cahel Leoš, Mgr.</cp:lastModifiedBy>
  <cp:revision>2</cp:revision>
  <cp:lastPrinted>2024-04-18T12:26:00Z</cp:lastPrinted>
  <dcterms:created xsi:type="dcterms:W3CDTF">2025-08-15T11:21:00Z</dcterms:created>
  <dcterms:modified xsi:type="dcterms:W3CDTF">2025-08-15T11:21:00Z</dcterms:modified>
</cp:coreProperties>
</file>